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67" w:rsidRDefault="00D30367" w:rsidP="00CE048C">
      <w:pPr>
        <w:jc w:val="right"/>
      </w:pPr>
    </w:p>
    <w:p w:rsidR="00D30367" w:rsidRDefault="00D30367" w:rsidP="00CE048C">
      <w:pPr>
        <w:jc w:val="right"/>
      </w:pPr>
    </w:p>
    <w:p w:rsidR="00D30367" w:rsidRDefault="00D30367" w:rsidP="00CE048C">
      <w:pPr>
        <w:jc w:val="right"/>
      </w:pPr>
    </w:p>
    <w:p w:rsidR="00D30367" w:rsidRDefault="00D30367" w:rsidP="00CE048C">
      <w:pPr>
        <w:jc w:val="right"/>
      </w:pPr>
    </w:p>
    <w:p w:rsidR="00D30367" w:rsidRPr="00E85231" w:rsidRDefault="00D30367" w:rsidP="00CE048C">
      <w:pPr>
        <w:jc w:val="right"/>
        <w:rPr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E85231">
            <w:rPr>
              <w:sz w:val="28"/>
              <w:szCs w:val="28"/>
            </w:rPr>
            <w:t>79001 ALABAMA HWY</w:t>
          </w:r>
        </w:smartTag>
      </w:smartTag>
      <w:r w:rsidRPr="00E85231">
        <w:rPr>
          <w:sz w:val="28"/>
          <w:szCs w:val="28"/>
        </w:rPr>
        <w:t xml:space="preserve"> 77</w:t>
      </w:r>
    </w:p>
    <w:p w:rsidR="00D30367" w:rsidRPr="00E85231" w:rsidRDefault="00D30367" w:rsidP="00CE048C">
      <w:pPr>
        <w:jc w:val="right"/>
        <w:rPr>
          <w:sz w:val="28"/>
          <w:szCs w:val="28"/>
        </w:rPr>
      </w:pPr>
      <w:r w:rsidRPr="00E85231">
        <w:rPr>
          <w:sz w:val="28"/>
          <w:szCs w:val="28"/>
        </w:rPr>
        <w:t xml:space="preserve">LINCOIN </w:t>
      </w:r>
      <w:smartTag w:uri="urn:schemas-microsoft-com:office:smarttags" w:element="place">
        <w:smartTag w:uri="urn:schemas-microsoft-com:office:smarttags" w:element="State">
          <w:r w:rsidRPr="00E85231">
            <w:rPr>
              <w:sz w:val="28"/>
              <w:szCs w:val="28"/>
            </w:rPr>
            <w:t>ALABAMA</w:t>
          </w:r>
        </w:smartTag>
      </w:smartTag>
      <w:r w:rsidRPr="00E85231">
        <w:rPr>
          <w:sz w:val="28"/>
          <w:szCs w:val="28"/>
        </w:rPr>
        <w:t xml:space="preserve"> 35096</w:t>
      </w:r>
    </w:p>
    <w:p w:rsidR="00D30367" w:rsidRPr="00E85231" w:rsidRDefault="00D30367" w:rsidP="00CE048C">
      <w:pPr>
        <w:jc w:val="right"/>
        <w:rPr>
          <w:sz w:val="28"/>
          <w:szCs w:val="28"/>
        </w:rPr>
      </w:pPr>
      <w:r w:rsidRPr="00E85231">
        <w:rPr>
          <w:sz w:val="28"/>
          <w:szCs w:val="28"/>
        </w:rPr>
        <w:t xml:space="preserve"> NOVEMBER 29 2010</w:t>
      </w:r>
    </w:p>
    <w:p w:rsidR="00D30367" w:rsidRPr="00E85231" w:rsidRDefault="00D30367" w:rsidP="00CE048C">
      <w:pPr>
        <w:rPr>
          <w:sz w:val="28"/>
          <w:szCs w:val="28"/>
        </w:rPr>
      </w:pPr>
    </w:p>
    <w:p w:rsidR="00D30367" w:rsidRPr="00E85231" w:rsidRDefault="00D30367" w:rsidP="00CE048C">
      <w:pPr>
        <w:rPr>
          <w:sz w:val="28"/>
          <w:szCs w:val="28"/>
        </w:rPr>
      </w:pPr>
      <w:r w:rsidRPr="00E85231">
        <w:rPr>
          <w:sz w:val="28"/>
          <w:szCs w:val="28"/>
        </w:rPr>
        <w:t>Dear Santa,</w:t>
      </w:r>
    </w:p>
    <w:p w:rsidR="00D30367" w:rsidRPr="00E85231" w:rsidRDefault="00D30367" w:rsidP="00CE048C">
      <w:pPr>
        <w:rPr>
          <w:sz w:val="28"/>
          <w:szCs w:val="28"/>
        </w:rPr>
      </w:pPr>
      <w:r w:rsidRPr="00E85231">
        <w:rPr>
          <w:sz w:val="28"/>
          <w:szCs w:val="28"/>
        </w:rPr>
        <w:t xml:space="preserve"> </w:t>
      </w:r>
      <w:r w:rsidRPr="00E85231">
        <w:rPr>
          <w:sz w:val="28"/>
          <w:szCs w:val="28"/>
        </w:rPr>
        <w:tab/>
        <w:t xml:space="preserve">Thanks SANTA for my four wheeler.  I road it all summer and thank you for my drums.   I had fun with them and thank you for my PSP. I have been </w:t>
      </w:r>
      <w:r>
        <w:rPr>
          <w:sz w:val="28"/>
          <w:szCs w:val="28"/>
        </w:rPr>
        <w:t xml:space="preserve">playing it all the time. It </w:t>
      </w:r>
      <w:r w:rsidRPr="00E85231">
        <w:rPr>
          <w:sz w:val="28"/>
          <w:szCs w:val="28"/>
        </w:rPr>
        <w:t>is very  fun</w:t>
      </w:r>
      <w:r>
        <w:rPr>
          <w:sz w:val="28"/>
          <w:szCs w:val="28"/>
        </w:rPr>
        <w:t xml:space="preserve"> and my family likes it also.</w:t>
      </w:r>
    </w:p>
    <w:p w:rsidR="00D30367" w:rsidRPr="00E85231" w:rsidRDefault="00D30367" w:rsidP="00E85231">
      <w:pPr>
        <w:ind w:firstLine="720"/>
        <w:rPr>
          <w:sz w:val="28"/>
          <w:szCs w:val="28"/>
        </w:rPr>
      </w:pPr>
      <w:r w:rsidRPr="00E85231">
        <w:rPr>
          <w:sz w:val="28"/>
          <w:szCs w:val="28"/>
        </w:rPr>
        <w:t>Thank you will you bring my brother a four-wheeler and my sister one to because they would have been jealous.</w:t>
      </w:r>
    </w:p>
    <w:p w:rsidR="00D30367" w:rsidRPr="00E85231" w:rsidRDefault="00D30367" w:rsidP="00E8523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This year for Christmas </w:t>
      </w:r>
      <w:r w:rsidRPr="00E85231">
        <w:rPr>
          <w:sz w:val="28"/>
          <w:szCs w:val="28"/>
        </w:rPr>
        <w:t xml:space="preserve">I want a dirt bike and a motorcycle. </w:t>
      </w:r>
    </w:p>
    <w:p w:rsidR="00D30367" w:rsidRPr="00E85231" w:rsidRDefault="00D30367" w:rsidP="00CE048C">
      <w:pPr>
        <w:rPr>
          <w:sz w:val="28"/>
          <w:szCs w:val="28"/>
        </w:rPr>
      </w:pPr>
    </w:p>
    <w:p w:rsidR="00D30367" w:rsidRPr="00E85231" w:rsidRDefault="00D30367" w:rsidP="00CE048C">
      <w:pPr>
        <w:rPr>
          <w:sz w:val="28"/>
          <w:szCs w:val="28"/>
        </w:rPr>
      </w:pPr>
    </w:p>
    <w:p w:rsidR="00D30367" w:rsidRPr="00E85231" w:rsidRDefault="00D30367" w:rsidP="00CE048C">
      <w:pPr>
        <w:rPr>
          <w:sz w:val="28"/>
          <w:szCs w:val="28"/>
        </w:rPr>
      </w:pPr>
      <w:r w:rsidRPr="00E85231">
        <w:rPr>
          <w:sz w:val="28"/>
          <w:szCs w:val="28"/>
        </w:rPr>
        <w:t>Your friend</w:t>
      </w:r>
    </w:p>
    <w:p w:rsidR="00D30367" w:rsidRPr="00E85231" w:rsidRDefault="00D30367" w:rsidP="00CE048C">
      <w:pPr>
        <w:rPr>
          <w:sz w:val="28"/>
          <w:szCs w:val="28"/>
        </w:rPr>
      </w:pPr>
      <w:r w:rsidRPr="00E85231">
        <w:rPr>
          <w:sz w:val="28"/>
          <w:szCs w:val="28"/>
        </w:rPr>
        <w:t>Isaac Britt</w:t>
      </w:r>
    </w:p>
    <w:sectPr w:rsidR="00D30367" w:rsidRPr="00E85231" w:rsidSect="00AC3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367" w:rsidRDefault="00D30367" w:rsidP="00CE048C">
      <w:pPr>
        <w:spacing w:after="0" w:line="240" w:lineRule="auto"/>
      </w:pPr>
      <w:r>
        <w:separator/>
      </w:r>
    </w:p>
  </w:endnote>
  <w:endnote w:type="continuationSeparator" w:id="0">
    <w:p w:rsidR="00D30367" w:rsidRDefault="00D30367" w:rsidP="00C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367" w:rsidRDefault="00D30367" w:rsidP="00CE048C">
      <w:pPr>
        <w:spacing w:after="0" w:line="240" w:lineRule="auto"/>
      </w:pPr>
      <w:r>
        <w:separator/>
      </w:r>
    </w:p>
  </w:footnote>
  <w:footnote w:type="continuationSeparator" w:id="0">
    <w:p w:rsidR="00D30367" w:rsidRDefault="00D30367" w:rsidP="00CE0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48C"/>
    <w:rsid w:val="004E012D"/>
    <w:rsid w:val="00541E26"/>
    <w:rsid w:val="00680BB0"/>
    <w:rsid w:val="009549BC"/>
    <w:rsid w:val="0095593F"/>
    <w:rsid w:val="00A16230"/>
    <w:rsid w:val="00AC3F12"/>
    <w:rsid w:val="00CE048C"/>
    <w:rsid w:val="00D30367"/>
    <w:rsid w:val="00E85231"/>
    <w:rsid w:val="00EA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1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E0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48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E0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4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85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7C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1</Pages>
  <Words>73</Words>
  <Characters>419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stuisaacjb1122001</dc:creator>
  <cp:keywords/>
  <dc:description/>
  <cp:lastModifiedBy>shannon hill</cp:lastModifiedBy>
  <cp:revision>2</cp:revision>
  <cp:lastPrinted>2010-11-29T15:31:00Z</cp:lastPrinted>
  <dcterms:created xsi:type="dcterms:W3CDTF">2010-11-23T16:24:00Z</dcterms:created>
  <dcterms:modified xsi:type="dcterms:W3CDTF">2010-11-29T17:04:00Z</dcterms:modified>
</cp:coreProperties>
</file>